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2D" w:rsidRPr="00B827E7" w:rsidRDefault="008B5C2D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6" o:title="" croptop="-1966f" cropleft="7767f"/>
          </v:shape>
          <o:OLEObject Type="Embed" ProgID="Paint.Picture" ShapeID="_x0000_i1025" DrawAspect="Content" ObjectID="_1602586530" r:id="rId7"/>
        </w:object>
      </w:r>
      <w:r w:rsidRPr="00B827E7">
        <w:t xml:space="preserve">                                                                              </w:t>
      </w:r>
      <w:r>
        <w:rPr>
          <w:noProof/>
          <w:lang w:eastAsia="el-GR"/>
        </w:rPr>
        <w:pict>
          <v:shape id="Εικόνα 1" o:spid="_x0000_i1026" type="#_x0000_t75" style="width:69.75pt;height:36pt;visibility:visible">
            <v:imagedata r:id="rId8" o:title=""/>
          </v:shape>
        </w:pict>
      </w:r>
    </w:p>
    <w:p w:rsidR="008B5C2D" w:rsidRPr="00B827E7" w:rsidRDefault="008B5C2D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8B5C2D" w:rsidRPr="00B827E7" w:rsidRDefault="008B5C2D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8B5C2D" w:rsidRPr="00567B6C" w:rsidRDefault="008B5C2D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8B5C2D" w:rsidRPr="00567B6C" w:rsidRDefault="008B5C2D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8B5C2D" w:rsidRPr="00567B6C" w:rsidRDefault="008B5C2D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8B5C2D" w:rsidRPr="00B827E7" w:rsidRDefault="008B5C2D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/>
      </w:tblPr>
      <w:tblGrid>
        <w:gridCol w:w="1843"/>
        <w:gridCol w:w="4794"/>
        <w:gridCol w:w="3423"/>
      </w:tblGrid>
      <w:tr w:rsidR="008B5C2D" w:rsidRPr="008D6AEF">
        <w:trPr>
          <w:cantSplit/>
          <w:trHeight w:val="356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 xml:space="preserve">Ταχ. Διεύθυνση: 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 xml:space="preserve">Ταχ. Κώδικας: 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8B5C2D" w:rsidRPr="008D6AEF">
        <w:trPr>
          <w:cantSplit/>
          <w:trHeight w:val="218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Αρ. Πρωτ.:</w:t>
            </w: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Fax: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E-mail: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</w:tbl>
    <w:p w:rsidR="008B5C2D" w:rsidRPr="00B827E7" w:rsidRDefault="008B5C2D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8B5C2D" w:rsidRPr="00B827E7" w:rsidRDefault="008B5C2D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8B5C2D" w:rsidRPr="00B827E7" w:rsidRDefault="008B5C2D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8B5C2D" w:rsidRPr="00B827E7" w:rsidRDefault="008B5C2D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Χωροθέτηση σε επίπεδο Δήμου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8B5C2D" w:rsidRPr="00B827E7" w:rsidRDefault="008B5C2D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>
        <w:rPr>
          <w:b/>
          <w:bCs/>
          <w:i/>
          <w:iCs/>
        </w:rPr>
        <w:t xml:space="preserve">………….. (Δράση </w:t>
      </w:r>
      <w:r w:rsidRPr="001A5550">
        <w:rPr>
          <w:b/>
          <w:bCs/>
          <w:i/>
          <w:iCs/>
        </w:rPr>
        <w:t>7</w:t>
      </w:r>
      <w:r>
        <w:rPr>
          <w:b/>
          <w:bCs/>
          <w:i/>
          <w:iCs/>
        </w:rPr>
        <w:t>β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.1 «</w:t>
      </w: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>Βελτίωση Πρόσβασης σε αρχαιολογικούς χώρους /μουσεία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</w:p>
    <w:p w:rsidR="008B5C2D" w:rsidRDefault="008B5C2D"/>
    <w:sectPr w:rsidR="008B5C2D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C2D" w:rsidRDefault="008B5C2D" w:rsidP="00B827E7">
      <w:pPr>
        <w:spacing w:after="0" w:line="240" w:lineRule="auto"/>
      </w:pPr>
      <w:r>
        <w:separator/>
      </w:r>
    </w:p>
  </w:endnote>
  <w:endnote w:type="continuationSeparator" w:id="0">
    <w:p w:rsidR="008B5C2D" w:rsidRDefault="008B5C2D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C2D" w:rsidRDefault="008B5C2D" w:rsidP="00B827E7">
      <w:pPr>
        <w:spacing w:after="0" w:line="240" w:lineRule="auto"/>
      </w:pPr>
      <w:r>
        <w:separator/>
      </w:r>
    </w:p>
  </w:footnote>
  <w:footnote w:type="continuationSeparator" w:id="0">
    <w:p w:rsidR="008B5C2D" w:rsidRDefault="008B5C2D" w:rsidP="00B827E7">
      <w:pPr>
        <w:spacing w:after="0" w:line="240" w:lineRule="auto"/>
      </w:pPr>
      <w:r>
        <w:continuationSeparator/>
      </w:r>
    </w:p>
  </w:footnote>
  <w:footnote w:id="1">
    <w:p w:rsidR="008B5C2D" w:rsidRDefault="008B5C2D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FootnoteReference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i/>
          <w:iCs/>
          <w:sz w:val="16"/>
          <w:szCs w:val="16"/>
        </w:rPr>
        <w:t>ΤΑΠΤοΚ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8B5C2D" w:rsidRDefault="008B5C2D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r w:rsidRPr="00F60FD4">
        <w:rPr>
          <w:rFonts w:ascii="Arial" w:hAnsi="Arial" w:cs="Arial"/>
          <w:i/>
          <w:iCs/>
          <w:sz w:val="16"/>
          <w:szCs w:val="16"/>
        </w:rPr>
        <w:t>ΤΑΠΤοΚ «Αρκαδία 2020».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68"/>
    <w:rsid w:val="000463D8"/>
    <w:rsid w:val="00061110"/>
    <w:rsid w:val="00086E13"/>
    <w:rsid w:val="00137AF8"/>
    <w:rsid w:val="001A5550"/>
    <w:rsid w:val="00207CC2"/>
    <w:rsid w:val="00212CA5"/>
    <w:rsid w:val="00220425"/>
    <w:rsid w:val="002969B4"/>
    <w:rsid w:val="002B7430"/>
    <w:rsid w:val="002D7502"/>
    <w:rsid w:val="002E3BEE"/>
    <w:rsid w:val="003332BD"/>
    <w:rsid w:val="00405395"/>
    <w:rsid w:val="00567B6C"/>
    <w:rsid w:val="005C7435"/>
    <w:rsid w:val="006000EC"/>
    <w:rsid w:val="00671A96"/>
    <w:rsid w:val="00696F28"/>
    <w:rsid w:val="006D2128"/>
    <w:rsid w:val="006F53F6"/>
    <w:rsid w:val="007E7038"/>
    <w:rsid w:val="00844307"/>
    <w:rsid w:val="008B5C2D"/>
    <w:rsid w:val="008D6AEF"/>
    <w:rsid w:val="008E35F9"/>
    <w:rsid w:val="009C41D7"/>
    <w:rsid w:val="00A15268"/>
    <w:rsid w:val="00A21BC9"/>
    <w:rsid w:val="00B3341B"/>
    <w:rsid w:val="00B827E7"/>
    <w:rsid w:val="00C7570A"/>
    <w:rsid w:val="00CC6F0B"/>
    <w:rsid w:val="00D12499"/>
    <w:rsid w:val="00D90DB7"/>
    <w:rsid w:val="00E13F8D"/>
    <w:rsid w:val="00E85745"/>
    <w:rsid w:val="00F260D3"/>
    <w:rsid w:val="00F50293"/>
    <w:rsid w:val="00F60FD4"/>
    <w:rsid w:val="00F9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basedOn w:val="DefaultParagraphFont"/>
    <w:uiPriority w:val="99"/>
    <w:semiHidden/>
    <w:rsid w:val="00B827E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150</Words>
  <Characters>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Christos</cp:lastModifiedBy>
  <cp:revision>8</cp:revision>
  <cp:lastPrinted>2018-09-10T17:19:00Z</cp:lastPrinted>
  <dcterms:created xsi:type="dcterms:W3CDTF">2018-09-10T17:17:00Z</dcterms:created>
  <dcterms:modified xsi:type="dcterms:W3CDTF">2018-11-01T12:09:00Z</dcterms:modified>
</cp:coreProperties>
</file>